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931" w:type="dxa"/>
        <w:tblLook w:val="0000" w:firstRow="0" w:lastRow="0" w:firstColumn="0" w:lastColumn="0" w:noHBand="0" w:noVBand="0"/>
      </w:tblPr>
      <w:tblGrid>
        <w:gridCol w:w="3968"/>
        <w:gridCol w:w="1134"/>
        <w:gridCol w:w="3829"/>
      </w:tblGrid>
      <w:tr w:rsidR="000D7E3B" w:rsidTr="004C6651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D7E3B" w:rsidRDefault="000D7E3B" w:rsidP="000D7E3B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D7E3B" w:rsidRPr="00DB2DDD" w:rsidRDefault="000D7E3B" w:rsidP="000D7E3B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D7E3B" w:rsidRDefault="000D7E3B" w:rsidP="000D7E3B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D7E3B" w:rsidRPr="00DB2DDD" w:rsidRDefault="000D7E3B" w:rsidP="000D7E3B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D7E3B" w:rsidRPr="00DB2DDD" w:rsidRDefault="000D7E3B" w:rsidP="000D7E3B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D7E3B" w:rsidRPr="00DB2DDD" w:rsidRDefault="00693CF3" w:rsidP="000D7E3B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693CF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1" name="Рисунок 1" descr="C:\Users\User\Desktop\Эскизы Майма\Герб ЧБ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9" w:type="dxa"/>
            <w:tcBorders>
              <w:bottom w:val="single" w:sz="12" w:space="0" w:color="auto"/>
            </w:tcBorders>
          </w:tcPr>
          <w:p w:rsidR="000D7E3B" w:rsidRPr="000D2626" w:rsidRDefault="000D7E3B" w:rsidP="000D7E3B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D7E3B" w:rsidRPr="000D2626" w:rsidRDefault="000D7E3B" w:rsidP="000D7E3B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D7E3B" w:rsidRDefault="000D7E3B" w:rsidP="000D7E3B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D7E3B" w:rsidRPr="004F38C0" w:rsidTr="004C6651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D7E3B" w:rsidRPr="00AD622A" w:rsidRDefault="000D7E3B" w:rsidP="000D7E3B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1162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D7E3B" w:rsidRDefault="000D7E3B" w:rsidP="000D7E3B">
            <w:pPr>
              <w:pStyle w:val="a4"/>
              <w:spacing w:before="480"/>
              <w:jc w:val="center"/>
            </w:pPr>
          </w:p>
        </w:tc>
        <w:tc>
          <w:tcPr>
            <w:tcW w:w="3829" w:type="dxa"/>
            <w:tcBorders>
              <w:top w:val="single" w:sz="12" w:space="0" w:color="auto"/>
            </w:tcBorders>
          </w:tcPr>
          <w:p w:rsidR="000D7E3B" w:rsidRDefault="000D7E3B" w:rsidP="000D7E3B">
            <w:pPr>
              <w:pStyle w:val="a4"/>
              <w:spacing w:before="480"/>
              <w:jc w:val="center"/>
            </w:pPr>
            <w:r w:rsidRPr="00131162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D7E3B" w:rsidRPr="004F38C0" w:rsidTr="004C6651">
        <w:trPr>
          <w:trHeight w:val="1953"/>
        </w:trPr>
        <w:tc>
          <w:tcPr>
            <w:tcW w:w="8931" w:type="dxa"/>
            <w:gridSpan w:val="3"/>
          </w:tcPr>
          <w:p w:rsidR="000D7E3B" w:rsidRPr="00A320CD" w:rsidRDefault="000D7E3B" w:rsidP="000D7E3B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="00FB30A3">
              <w:rPr>
                <w:sz w:val="28"/>
                <w:szCs w:val="28"/>
              </w:rPr>
              <w:t>«____» ________________ 2025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D7E3B" w:rsidRPr="00131162" w:rsidRDefault="000D7E3B" w:rsidP="000D7E3B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873DB4" w:rsidRDefault="004F38C0" w:rsidP="004C6651">
      <w:pPr>
        <w:tabs>
          <w:tab w:val="left" w:pos="167"/>
        </w:tabs>
        <w:spacing w:before="0" w:line="240" w:lineRule="auto"/>
        <w:ind w:left="0" w:right="56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AF146D">
        <w:rPr>
          <w:b/>
          <w:bCs/>
          <w:sz w:val="28"/>
          <w:szCs w:val="28"/>
        </w:rPr>
        <w:t xml:space="preserve">утверждении </w:t>
      </w:r>
      <w:r w:rsidR="00926F8A">
        <w:rPr>
          <w:b/>
          <w:bCs/>
          <w:sz w:val="28"/>
          <w:szCs w:val="28"/>
        </w:rPr>
        <w:t>проект</w:t>
      </w:r>
      <w:r w:rsidR="00E70926">
        <w:rPr>
          <w:b/>
          <w:bCs/>
          <w:sz w:val="28"/>
          <w:szCs w:val="28"/>
        </w:rPr>
        <w:t>а</w:t>
      </w:r>
      <w:r w:rsidR="00AC6C28" w:rsidRPr="00AC6C28">
        <w:rPr>
          <w:b/>
          <w:bCs/>
          <w:sz w:val="28"/>
          <w:szCs w:val="28"/>
        </w:rPr>
        <w:t xml:space="preserve"> </w:t>
      </w:r>
      <w:r w:rsidR="0068738B" w:rsidRPr="0068738B">
        <w:rPr>
          <w:b/>
          <w:bCs/>
          <w:sz w:val="28"/>
          <w:szCs w:val="28"/>
        </w:rPr>
        <w:t xml:space="preserve">межевания </w:t>
      </w:r>
      <w:r w:rsidR="0029499D" w:rsidRPr="0029499D">
        <w:rPr>
          <w:b/>
          <w:bCs/>
          <w:sz w:val="28"/>
          <w:szCs w:val="28"/>
        </w:rPr>
        <w:t xml:space="preserve">территории </w:t>
      </w:r>
      <w:r w:rsidR="001340AB">
        <w:rPr>
          <w:b/>
          <w:bCs/>
          <w:sz w:val="28"/>
          <w:szCs w:val="28"/>
        </w:rPr>
        <w:t xml:space="preserve">в </w:t>
      </w:r>
      <w:bookmarkStart w:id="0" w:name="_GoBack"/>
      <w:bookmarkEnd w:id="0"/>
      <w:r w:rsidR="00FB30A3" w:rsidRPr="00FB30A3">
        <w:rPr>
          <w:b/>
          <w:bCs/>
          <w:sz w:val="28"/>
          <w:szCs w:val="28"/>
        </w:rPr>
        <w:t>целях перераспределения земель и земельного участка, находящихся в государственной или муниципальной собственности между собой в части земельного участка с кадастровым номером 04:01:010405:594, расположенного по адресу: Республика Алтай, Майминский район, с. Майма, ул. Лесная 27 Б.</w:t>
      </w:r>
    </w:p>
    <w:p w:rsidR="00FB30A3" w:rsidRPr="00825385" w:rsidRDefault="00FB30A3" w:rsidP="004C6651">
      <w:pPr>
        <w:tabs>
          <w:tab w:val="left" w:pos="167"/>
        </w:tabs>
        <w:spacing w:before="0" w:line="240" w:lineRule="auto"/>
        <w:ind w:left="0" w:right="566"/>
        <w:rPr>
          <w:b/>
          <w:sz w:val="48"/>
          <w:szCs w:val="48"/>
        </w:rPr>
      </w:pPr>
    </w:p>
    <w:p w:rsidR="004F38C0" w:rsidRDefault="004F38C0" w:rsidP="004C6651">
      <w:pPr>
        <w:tabs>
          <w:tab w:val="left" w:pos="717"/>
        </w:tabs>
        <w:spacing w:before="0" w:line="240" w:lineRule="auto"/>
        <w:ind w:left="0" w:right="566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B30A3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ст</w:t>
      </w:r>
      <w:r w:rsidR="00511110">
        <w:rPr>
          <w:sz w:val="28"/>
          <w:szCs w:val="28"/>
        </w:rPr>
        <w:t>атей 45</w:t>
      </w:r>
      <w:r w:rsidR="00D91413">
        <w:rPr>
          <w:sz w:val="28"/>
          <w:szCs w:val="28"/>
        </w:rPr>
        <w:t xml:space="preserve"> и</w:t>
      </w:r>
      <w:r w:rsidR="00511110">
        <w:rPr>
          <w:sz w:val="28"/>
          <w:szCs w:val="28"/>
        </w:rPr>
        <w:t xml:space="preserve"> </w:t>
      </w:r>
      <w:r w:rsidR="00FB30A3">
        <w:rPr>
          <w:sz w:val="28"/>
          <w:szCs w:val="28"/>
        </w:rPr>
        <w:t>46 Градостроительного кодекса</w:t>
      </w:r>
      <w:r w:rsidR="00015FDA">
        <w:rPr>
          <w:sz w:val="28"/>
          <w:szCs w:val="28"/>
        </w:rPr>
        <w:t xml:space="preserve"> </w:t>
      </w:r>
      <w:r w:rsidR="00FB30A3">
        <w:rPr>
          <w:sz w:val="28"/>
          <w:szCs w:val="28"/>
        </w:rPr>
        <w:t>Российской, Соглашения</w:t>
      </w:r>
      <w:r w:rsidR="00AC6C28">
        <w:rPr>
          <w:sz w:val="28"/>
          <w:szCs w:val="28"/>
        </w:rPr>
        <w:t xml:space="preserve"> о передаче части полномочий по решению вопросов местного значения в сфере архитектуры и градостроительства от 22 февраля 2023 года</w:t>
      </w:r>
      <w:r w:rsidR="00FF1A70">
        <w:rPr>
          <w:sz w:val="28"/>
          <w:szCs w:val="28"/>
        </w:rPr>
        <w:t xml:space="preserve"> № 1</w:t>
      </w:r>
      <w:r w:rsidR="00AC6C28">
        <w:rPr>
          <w:sz w:val="28"/>
          <w:szCs w:val="28"/>
        </w:rPr>
        <w:t>, в целях устойчивого развития территории муниципального образования «Майминское сельское поселение»</w:t>
      </w:r>
      <w:r w:rsidR="0088631F">
        <w:rPr>
          <w:sz w:val="28"/>
          <w:szCs w:val="28"/>
        </w:rPr>
        <w:t>,</w:t>
      </w:r>
      <w:r w:rsidR="00BB455B">
        <w:rPr>
          <w:sz w:val="28"/>
          <w:szCs w:val="28"/>
        </w:rPr>
        <w:t xml:space="preserve"> закл</w:t>
      </w:r>
      <w:r w:rsidR="00A4418C">
        <w:rPr>
          <w:sz w:val="28"/>
          <w:szCs w:val="28"/>
        </w:rPr>
        <w:t>ючения</w:t>
      </w:r>
      <w:r w:rsidR="005547F8">
        <w:rPr>
          <w:sz w:val="28"/>
          <w:szCs w:val="28"/>
        </w:rPr>
        <w:t xml:space="preserve"> о </w:t>
      </w:r>
      <w:r w:rsidR="0024644A">
        <w:rPr>
          <w:sz w:val="28"/>
          <w:szCs w:val="28"/>
        </w:rPr>
        <w:t>публичных</w:t>
      </w:r>
      <w:r w:rsidR="00FB30A3">
        <w:rPr>
          <w:sz w:val="28"/>
          <w:szCs w:val="28"/>
        </w:rPr>
        <w:t xml:space="preserve"> слушаниях № 6/25</w:t>
      </w:r>
      <w:r w:rsidR="0088631F">
        <w:rPr>
          <w:sz w:val="28"/>
          <w:szCs w:val="28"/>
        </w:rPr>
        <w:t>-ПП/ПС</w:t>
      </w:r>
      <w:r w:rsidR="009E05D6">
        <w:rPr>
          <w:sz w:val="28"/>
          <w:szCs w:val="28"/>
        </w:rPr>
        <w:t>:</w:t>
      </w:r>
    </w:p>
    <w:p w:rsidR="00FB30A3" w:rsidRDefault="007B7597" w:rsidP="004C6651">
      <w:pPr>
        <w:tabs>
          <w:tab w:val="left" w:pos="720"/>
          <w:tab w:val="left" w:pos="1134"/>
        </w:tabs>
        <w:spacing w:before="0" w:line="240" w:lineRule="auto"/>
        <w:ind w:left="0" w:right="566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B5F0E">
        <w:rPr>
          <w:sz w:val="28"/>
          <w:szCs w:val="28"/>
        </w:rPr>
        <w:t xml:space="preserve">Утвердить прилагаемый </w:t>
      </w:r>
      <w:r w:rsidR="00D67F83">
        <w:rPr>
          <w:bCs/>
          <w:sz w:val="28"/>
          <w:szCs w:val="28"/>
        </w:rPr>
        <w:t>проект</w:t>
      </w:r>
      <w:r w:rsidR="00AC6C28" w:rsidRPr="00AC6C28">
        <w:rPr>
          <w:bCs/>
          <w:sz w:val="28"/>
          <w:szCs w:val="28"/>
        </w:rPr>
        <w:t xml:space="preserve"> </w:t>
      </w:r>
      <w:r w:rsidR="0068738B" w:rsidRPr="00392F0A">
        <w:rPr>
          <w:bCs/>
          <w:sz w:val="28"/>
          <w:szCs w:val="28"/>
        </w:rPr>
        <w:t xml:space="preserve">межевания </w:t>
      </w:r>
      <w:r w:rsidR="0029499D">
        <w:rPr>
          <w:bCs/>
          <w:sz w:val="28"/>
          <w:szCs w:val="28"/>
        </w:rPr>
        <w:t xml:space="preserve">территории </w:t>
      </w:r>
      <w:r w:rsidR="00FB30A3">
        <w:rPr>
          <w:bCs/>
          <w:sz w:val="28"/>
          <w:szCs w:val="28"/>
        </w:rPr>
        <w:t xml:space="preserve">в </w:t>
      </w:r>
      <w:r w:rsidR="00FB30A3" w:rsidRPr="00FB30A3">
        <w:rPr>
          <w:bCs/>
          <w:sz w:val="28"/>
          <w:szCs w:val="28"/>
        </w:rPr>
        <w:t>целях перераспределения земель и земельного участка, находящихся в государственной или муниципальной собственности между собой в части земельного участка с кадастровым номером 04:01:010405:594, расположенного по адресу: Республика Алтай, Майминский район, с. Майма, ул. Лесная 27 Б.</w:t>
      </w:r>
    </w:p>
    <w:p w:rsidR="004A0CF8" w:rsidRPr="007B7597" w:rsidRDefault="007B7597" w:rsidP="004C6651">
      <w:pPr>
        <w:tabs>
          <w:tab w:val="left" w:pos="720"/>
          <w:tab w:val="left" w:pos="1134"/>
        </w:tabs>
        <w:spacing w:before="0" w:line="240" w:lineRule="auto"/>
        <w:ind w:left="0"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B5F0E" w:rsidRPr="007B7597">
        <w:rPr>
          <w:sz w:val="28"/>
          <w:szCs w:val="28"/>
        </w:rPr>
        <w:t xml:space="preserve">Направить </w:t>
      </w:r>
      <w:r w:rsidR="00D67F83">
        <w:rPr>
          <w:bCs/>
          <w:sz w:val="28"/>
          <w:szCs w:val="28"/>
        </w:rPr>
        <w:t>проект</w:t>
      </w:r>
      <w:r w:rsidR="00AC6C28" w:rsidRPr="00AC6C28">
        <w:rPr>
          <w:bCs/>
          <w:sz w:val="28"/>
          <w:szCs w:val="28"/>
        </w:rPr>
        <w:t xml:space="preserve"> </w:t>
      </w:r>
      <w:r w:rsidR="0068738B" w:rsidRPr="00392F0A">
        <w:rPr>
          <w:bCs/>
          <w:sz w:val="28"/>
          <w:szCs w:val="28"/>
        </w:rPr>
        <w:t xml:space="preserve">межевания </w:t>
      </w:r>
      <w:r w:rsidR="0029499D">
        <w:rPr>
          <w:bCs/>
          <w:sz w:val="28"/>
          <w:szCs w:val="28"/>
        </w:rPr>
        <w:t xml:space="preserve">территории </w:t>
      </w:r>
      <w:r w:rsidR="00873DB4">
        <w:rPr>
          <w:bCs/>
          <w:sz w:val="28"/>
          <w:szCs w:val="28"/>
        </w:rPr>
        <w:t xml:space="preserve">в </w:t>
      </w:r>
      <w:r w:rsidR="00FB30A3" w:rsidRPr="00FB30A3">
        <w:rPr>
          <w:bCs/>
          <w:sz w:val="28"/>
          <w:szCs w:val="28"/>
        </w:rPr>
        <w:t>целях перераспределения земель и земельного участка, находящихся в государственной или муниципальной собственности между собой в части земельного участка с кадастровым номером 04:01:010405:594, расположенного по адресу: Республика Алтай, Майминский район, с. Майма, ул. Лесная 2</w:t>
      </w:r>
      <w:r w:rsidR="00FB30A3">
        <w:rPr>
          <w:bCs/>
          <w:sz w:val="28"/>
          <w:szCs w:val="28"/>
        </w:rPr>
        <w:t>7 Б</w:t>
      </w:r>
      <w:r w:rsidR="00037D22" w:rsidRPr="007B7597">
        <w:rPr>
          <w:sz w:val="28"/>
          <w:szCs w:val="28"/>
        </w:rPr>
        <w:t>,</w:t>
      </w:r>
      <w:r w:rsidR="00E10AB6">
        <w:rPr>
          <w:sz w:val="28"/>
          <w:szCs w:val="28"/>
        </w:rPr>
        <w:t xml:space="preserve"> </w:t>
      </w:r>
      <w:r w:rsidR="001B5F0E" w:rsidRPr="007B7597">
        <w:rPr>
          <w:sz w:val="28"/>
          <w:szCs w:val="28"/>
        </w:rPr>
        <w:t>Главе муниципального образования «</w:t>
      </w:r>
      <w:r w:rsidR="000E6189" w:rsidRPr="007B7597">
        <w:rPr>
          <w:sz w:val="28"/>
          <w:szCs w:val="28"/>
        </w:rPr>
        <w:t>Майминское сельское поселение» в течение</w:t>
      </w:r>
      <w:r w:rsidR="001B5F0E" w:rsidRPr="007B7597">
        <w:rPr>
          <w:sz w:val="28"/>
          <w:szCs w:val="28"/>
        </w:rPr>
        <w:t xml:space="preserve"> 7 дней со дня подписания настоящего Распоряжения.</w:t>
      </w:r>
    </w:p>
    <w:p w:rsidR="003A3434" w:rsidRDefault="001B5F0E" w:rsidP="004C6651">
      <w:pPr>
        <w:tabs>
          <w:tab w:val="left" w:pos="720"/>
          <w:tab w:val="left" w:pos="1134"/>
        </w:tabs>
        <w:spacing w:before="0" w:line="240" w:lineRule="auto"/>
        <w:ind w:left="0"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3434">
        <w:rPr>
          <w:sz w:val="28"/>
          <w:szCs w:val="28"/>
        </w:rPr>
        <w:t>. Автономному учреждению редакции газеты «Сельчанка</w:t>
      </w:r>
      <w:r w:rsidR="000B408C">
        <w:rPr>
          <w:sz w:val="28"/>
          <w:szCs w:val="28"/>
        </w:rPr>
        <w:t>»</w:t>
      </w:r>
      <w:r w:rsidR="003A3434">
        <w:rPr>
          <w:sz w:val="28"/>
          <w:szCs w:val="28"/>
        </w:rPr>
        <w:t xml:space="preserve"> в Майминском </w:t>
      </w:r>
      <w:r w:rsidR="000B408C">
        <w:rPr>
          <w:sz w:val="28"/>
          <w:szCs w:val="28"/>
        </w:rPr>
        <w:t>районе</w:t>
      </w:r>
      <w:r w:rsidR="0022284B">
        <w:rPr>
          <w:sz w:val="28"/>
          <w:szCs w:val="28"/>
        </w:rPr>
        <w:t xml:space="preserve"> опубликовать настоящее Р</w:t>
      </w:r>
      <w:r w:rsidR="003A3434">
        <w:rPr>
          <w:sz w:val="28"/>
          <w:szCs w:val="28"/>
        </w:rPr>
        <w:t>аспоряжение в газете «Сельчанка</w:t>
      </w:r>
      <w:r w:rsidR="000B408C">
        <w:rPr>
          <w:sz w:val="28"/>
          <w:szCs w:val="28"/>
        </w:rPr>
        <w:t>»</w:t>
      </w:r>
      <w:r w:rsidR="007F65AE">
        <w:rPr>
          <w:sz w:val="28"/>
          <w:szCs w:val="28"/>
        </w:rPr>
        <w:t xml:space="preserve"> в Майминском районе</w:t>
      </w:r>
      <w:r w:rsidR="000E6189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7 дней со дня </w:t>
      </w:r>
      <w:r w:rsidR="000F0FF0">
        <w:rPr>
          <w:sz w:val="28"/>
          <w:szCs w:val="28"/>
        </w:rPr>
        <w:t>его принятия</w:t>
      </w:r>
      <w:r w:rsidR="003A3434">
        <w:rPr>
          <w:sz w:val="28"/>
          <w:szCs w:val="28"/>
        </w:rPr>
        <w:t>.</w:t>
      </w:r>
    </w:p>
    <w:p w:rsidR="003A3434" w:rsidRDefault="001B5F0E" w:rsidP="004C6651">
      <w:pPr>
        <w:tabs>
          <w:tab w:val="left" w:pos="720"/>
        </w:tabs>
        <w:spacing w:before="0" w:line="240" w:lineRule="auto"/>
        <w:ind w:left="0" w:right="42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3A3434">
        <w:rPr>
          <w:sz w:val="28"/>
          <w:szCs w:val="28"/>
        </w:rPr>
        <w:t>.</w:t>
      </w:r>
      <w:r w:rsidR="003A3434" w:rsidRPr="008531CC">
        <w:rPr>
          <w:sz w:val="28"/>
          <w:szCs w:val="28"/>
        </w:rPr>
        <w:t xml:space="preserve"> </w:t>
      </w:r>
      <w:r w:rsidR="003A3434">
        <w:rPr>
          <w:sz w:val="28"/>
          <w:szCs w:val="28"/>
        </w:rPr>
        <w:t xml:space="preserve">Муниципальному казенному учреждению «Управление по </w:t>
      </w:r>
      <w:r w:rsidR="003A3434">
        <w:rPr>
          <w:sz w:val="28"/>
          <w:szCs w:val="28"/>
        </w:rPr>
        <w:lastRenderedPageBreak/>
        <w:t>обеспечению деятельности Администрации муниципального образования «Майминск</w:t>
      </w:r>
      <w:r w:rsidR="0022284B">
        <w:rPr>
          <w:sz w:val="28"/>
          <w:szCs w:val="28"/>
        </w:rPr>
        <w:t>ий район» разместить настоящее Р</w:t>
      </w:r>
      <w:r w:rsidR="003A3434">
        <w:rPr>
          <w:sz w:val="28"/>
          <w:szCs w:val="28"/>
        </w:rPr>
        <w:t>аспоряжение на официа</w:t>
      </w:r>
      <w:r w:rsidR="00AF146D">
        <w:rPr>
          <w:sz w:val="28"/>
          <w:szCs w:val="28"/>
        </w:rPr>
        <w:t xml:space="preserve">льном сайте </w:t>
      </w:r>
      <w:r w:rsidR="0022284B">
        <w:rPr>
          <w:sz w:val="28"/>
          <w:szCs w:val="28"/>
        </w:rPr>
        <w:t>Майминского района в информационно - телекоммуникационной сети «Интернет»</w:t>
      </w:r>
      <w:r w:rsidR="000E6189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7 дней со дня </w:t>
      </w:r>
      <w:r w:rsidR="000F0FF0">
        <w:rPr>
          <w:sz w:val="28"/>
          <w:szCs w:val="28"/>
        </w:rPr>
        <w:t>его принятия</w:t>
      </w:r>
      <w:r w:rsidR="0022284B">
        <w:rPr>
          <w:sz w:val="28"/>
          <w:szCs w:val="28"/>
        </w:rPr>
        <w:t>.</w:t>
      </w:r>
    </w:p>
    <w:p w:rsidR="004F38C0" w:rsidRDefault="001B5F0E" w:rsidP="004C6651">
      <w:pPr>
        <w:tabs>
          <w:tab w:val="left" w:pos="709"/>
          <w:tab w:val="left" w:pos="1134"/>
        </w:tabs>
        <w:spacing w:before="0" w:line="240" w:lineRule="auto"/>
        <w:ind w:left="0"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38C0">
        <w:rPr>
          <w:sz w:val="28"/>
          <w:szCs w:val="28"/>
        </w:rPr>
        <w:t xml:space="preserve">.  </w:t>
      </w:r>
      <w:r w:rsidR="00BA7DDF">
        <w:rPr>
          <w:sz w:val="28"/>
          <w:szCs w:val="28"/>
        </w:rPr>
        <w:t xml:space="preserve"> </w:t>
      </w:r>
      <w:r w:rsidR="004F38C0">
        <w:rPr>
          <w:sz w:val="28"/>
          <w:szCs w:val="28"/>
        </w:rPr>
        <w:t xml:space="preserve">Контроль за исполнением настоящего </w:t>
      </w:r>
      <w:r w:rsidR="009E05D6">
        <w:rPr>
          <w:sz w:val="28"/>
          <w:szCs w:val="28"/>
        </w:rPr>
        <w:t>Распоряжения</w:t>
      </w:r>
      <w:r w:rsidR="004F38C0">
        <w:rPr>
          <w:sz w:val="28"/>
          <w:szCs w:val="28"/>
        </w:rPr>
        <w:t xml:space="preserve"> </w:t>
      </w:r>
      <w:r w:rsidR="00E10AB6">
        <w:rPr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FF1A70">
        <w:rPr>
          <w:sz w:val="28"/>
          <w:szCs w:val="28"/>
        </w:rPr>
        <w:t>Ю.А. Рябищенко</w:t>
      </w:r>
      <w:r w:rsidR="002F3F0B">
        <w:rPr>
          <w:sz w:val="28"/>
          <w:szCs w:val="28"/>
        </w:rPr>
        <w:t>.</w:t>
      </w:r>
    </w:p>
    <w:p w:rsidR="004F38C0" w:rsidRDefault="004F38C0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</w:p>
    <w:p w:rsidR="004F38C0" w:rsidRDefault="004F38C0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</w:p>
    <w:p w:rsidR="00E66A75" w:rsidRDefault="00E66A75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</w:p>
    <w:p w:rsidR="00AC6C28" w:rsidRDefault="00AC6C28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3400D">
        <w:rPr>
          <w:sz w:val="28"/>
          <w:szCs w:val="28"/>
        </w:rPr>
        <w:t xml:space="preserve"> </w:t>
      </w:r>
      <w:r w:rsidR="001A3C46">
        <w:rPr>
          <w:sz w:val="28"/>
          <w:szCs w:val="28"/>
        </w:rPr>
        <w:t xml:space="preserve">Администрации </w:t>
      </w:r>
    </w:p>
    <w:p w:rsidR="00AC6C28" w:rsidRDefault="0093400D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D7E3B">
        <w:rPr>
          <w:sz w:val="28"/>
          <w:szCs w:val="28"/>
        </w:rPr>
        <w:t xml:space="preserve"> </w:t>
      </w:r>
      <w:r w:rsidR="001A3C46">
        <w:rPr>
          <w:sz w:val="28"/>
          <w:szCs w:val="28"/>
        </w:rPr>
        <w:t>о</w:t>
      </w:r>
      <w:r w:rsidR="000D7E3B">
        <w:rPr>
          <w:sz w:val="28"/>
          <w:szCs w:val="28"/>
        </w:rPr>
        <w:t>бразования</w:t>
      </w:r>
      <w:r w:rsidR="001A3C46">
        <w:rPr>
          <w:sz w:val="28"/>
          <w:szCs w:val="28"/>
        </w:rPr>
        <w:t xml:space="preserve"> </w:t>
      </w:r>
    </w:p>
    <w:p w:rsidR="004F38C0" w:rsidRPr="00DA4E4E" w:rsidRDefault="000D7E3B" w:rsidP="004C6651">
      <w:pPr>
        <w:pStyle w:val="ae"/>
        <w:spacing w:before="0" w:beforeAutospacing="0" w:after="0"/>
        <w:ind w:right="424"/>
        <w:rPr>
          <w:sz w:val="28"/>
          <w:szCs w:val="28"/>
        </w:rPr>
      </w:pPr>
      <w:r>
        <w:rPr>
          <w:sz w:val="28"/>
          <w:szCs w:val="28"/>
        </w:rPr>
        <w:t>«Майминский район»</w:t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4F38C0">
        <w:rPr>
          <w:sz w:val="28"/>
          <w:szCs w:val="28"/>
        </w:rPr>
        <w:tab/>
      </w:r>
      <w:r w:rsidR="001A3C46">
        <w:rPr>
          <w:sz w:val="28"/>
          <w:szCs w:val="28"/>
        </w:rPr>
        <w:t xml:space="preserve">    </w:t>
      </w:r>
      <w:r w:rsidR="004C6651">
        <w:rPr>
          <w:sz w:val="28"/>
          <w:szCs w:val="28"/>
        </w:rPr>
        <w:t xml:space="preserve">                   </w:t>
      </w:r>
      <w:r w:rsidR="00AC6C28">
        <w:rPr>
          <w:sz w:val="28"/>
          <w:szCs w:val="28"/>
        </w:rPr>
        <w:t xml:space="preserve"> П.В. Громов</w:t>
      </w:r>
    </w:p>
    <w:p w:rsidR="004F38C0" w:rsidRPr="00DA4E4E" w:rsidRDefault="004F38C0" w:rsidP="004F38C0">
      <w:pPr>
        <w:spacing w:before="0" w:line="240" w:lineRule="auto"/>
        <w:ind w:left="0" w:right="-1"/>
        <w:jc w:val="both"/>
        <w:rPr>
          <w:sz w:val="28"/>
          <w:szCs w:val="28"/>
        </w:rPr>
      </w:pPr>
    </w:p>
    <w:sectPr w:rsidR="004F38C0" w:rsidRPr="00DA4E4E" w:rsidSect="005E6C23">
      <w:type w:val="continuous"/>
      <w:pgSz w:w="11907" w:h="16840" w:code="9"/>
      <w:pgMar w:top="1134" w:right="567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7D" w:rsidRDefault="003A5E7D" w:rsidP="00F2108F">
      <w:pPr>
        <w:spacing w:before="0" w:line="240" w:lineRule="auto"/>
      </w:pPr>
      <w:r>
        <w:separator/>
      </w:r>
    </w:p>
  </w:endnote>
  <w:endnote w:type="continuationSeparator" w:id="0">
    <w:p w:rsidR="003A5E7D" w:rsidRDefault="003A5E7D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7D" w:rsidRDefault="003A5E7D" w:rsidP="00F2108F">
      <w:pPr>
        <w:spacing w:before="0" w:line="240" w:lineRule="auto"/>
      </w:pPr>
      <w:r>
        <w:separator/>
      </w:r>
    </w:p>
  </w:footnote>
  <w:footnote w:type="continuationSeparator" w:id="0">
    <w:p w:rsidR="003A5E7D" w:rsidRDefault="003A5E7D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0DB43F1"/>
    <w:multiLevelType w:val="hybridMultilevel"/>
    <w:tmpl w:val="989AE78C"/>
    <w:lvl w:ilvl="0" w:tplc="96B410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E8099A"/>
    <w:multiLevelType w:val="hybridMultilevel"/>
    <w:tmpl w:val="32682422"/>
    <w:lvl w:ilvl="0" w:tplc="261C5B12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D6"/>
    <w:rsid w:val="00015FDA"/>
    <w:rsid w:val="00037D22"/>
    <w:rsid w:val="00045354"/>
    <w:rsid w:val="00096503"/>
    <w:rsid w:val="000B408C"/>
    <w:rsid w:val="000B5288"/>
    <w:rsid w:val="000C114C"/>
    <w:rsid w:val="000D2626"/>
    <w:rsid w:val="000D7E3B"/>
    <w:rsid w:val="000E6189"/>
    <w:rsid w:val="000F0FF0"/>
    <w:rsid w:val="000F3093"/>
    <w:rsid w:val="000F31AD"/>
    <w:rsid w:val="000F77D2"/>
    <w:rsid w:val="00131162"/>
    <w:rsid w:val="001340AB"/>
    <w:rsid w:val="00161BC8"/>
    <w:rsid w:val="00175917"/>
    <w:rsid w:val="001853A5"/>
    <w:rsid w:val="00194CE4"/>
    <w:rsid w:val="001A0F60"/>
    <w:rsid w:val="001A3C46"/>
    <w:rsid w:val="001A3D62"/>
    <w:rsid w:val="001B15DB"/>
    <w:rsid w:val="001B5F0E"/>
    <w:rsid w:val="001D47C3"/>
    <w:rsid w:val="001E0958"/>
    <w:rsid w:val="001F3BB5"/>
    <w:rsid w:val="00220673"/>
    <w:rsid w:val="0022284B"/>
    <w:rsid w:val="002375C2"/>
    <w:rsid w:val="0024644A"/>
    <w:rsid w:val="00255B16"/>
    <w:rsid w:val="00264285"/>
    <w:rsid w:val="00276A3D"/>
    <w:rsid w:val="002906E0"/>
    <w:rsid w:val="00291762"/>
    <w:rsid w:val="0029499D"/>
    <w:rsid w:val="002973C5"/>
    <w:rsid w:val="002A473E"/>
    <w:rsid w:val="002B1433"/>
    <w:rsid w:val="002D55C5"/>
    <w:rsid w:val="002D6D0B"/>
    <w:rsid w:val="002F3D47"/>
    <w:rsid w:val="002F3F0B"/>
    <w:rsid w:val="00303894"/>
    <w:rsid w:val="00315F64"/>
    <w:rsid w:val="00317775"/>
    <w:rsid w:val="00321CE3"/>
    <w:rsid w:val="0032570E"/>
    <w:rsid w:val="0037348A"/>
    <w:rsid w:val="003757B8"/>
    <w:rsid w:val="00382C36"/>
    <w:rsid w:val="00393FAA"/>
    <w:rsid w:val="00396145"/>
    <w:rsid w:val="00396985"/>
    <w:rsid w:val="003A3434"/>
    <w:rsid w:val="003A5E7D"/>
    <w:rsid w:val="003C7EC1"/>
    <w:rsid w:val="003D4801"/>
    <w:rsid w:val="003F6346"/>
    <w:rsid w:val="00422F5D"/>
    <w:rsid w:val="0044332B"/>
    <w:rsid w:val="00446DCC"/>
    <w:rsid w:val="004521BE"/>
    <w:rsid w:val="004559EA"/>
    <w:rsid w:val="0045754E"/>
    <w:rsid w:val="00471955"/>
    <w:rsid w:val="004A0CF8"/>
    <w:rsid w:val="004A63D4"/>
    <w:rsid w:val="004A6C13"/>
    <w:rsid w:val="004B560C"/>
    <w:rsid w:val="004C2AB5"/>
    <w:rsid w:val="004C6651"/>
    <w:rsid w:val="004D3700"/>
    <w:rsid w:val="004E4611"/>
    <w:rsid w:val="004F38C0"/>
    <w:rsid w:val="004F73B1"/>
    <w:rsid w:val="00500516"/>
    <w:rsid w:val="00511110"/>
    <w:rsid w:val="00516698"/>
    <w:rsid w:val="005222B1"/>
    <w:rsid w:val="00535A4F"/>
    <w:rsid w:val="005376B4"/>
    <w:rsid w:val="00550426"/>
    <w:rsid w:val="005547F8"/>
    <w:rsid w:val="00557988"/>
    <w:rsid w:val="00565EB3"/>
    <w:rsid w:val="00571760"/>
    <w:rsid w:val="00586A89"/>
    <w:rsid w:val="005A5622"/>
    <w:rsid w:val="005B2080"/>
    <w:rsid w:val="005C0FD3"/>
    <w:rsid w:val="005C7654"/>
    <w:rsid w:val="005C77E2"/>
    <w:rsid w:val="005C7B64"/>
    <w:rsid w:val="005D0AEB"/>
    <w:rsid w:val="005E1A91"/>
    <w:rsid w:val="005E51C7"/>
    <w:rsid w:val="005E5DC7"/>
    <w:rsid w:val="005E6C23"/>
    <w:rsid w:val="006128AB"/>
    <w:rsid w:val="00621958"/>
    <w:rsid w:val="00627A2E"/>
    <w:rsid w:val="006408F1"/>
    <w:rsid w:val="006471C6"/>
    <w:rsid w:val="00663658"/>
    <w:rsid w:val="006652DE"/>
    <w:rsid w:val="00672521"/>
    <w:rsid w:val="0068738B"/>
    <w:rsid w:val="00693CF3"/>
    <w:rsid w:val="006B6854"/>
    <w:rsid w:val="006C465E"/>
    <w:rsid w:val="006E200E"/>
    <w:rsid w:val="006E5BB5"/>
    <w:rsid w:val="006F1597"/>
    <w:rsid w:val="006F32C0"/>
    <w:rsid w:val="00704119"/>
    <w:rsid w:val="00714CC7"/>
    <w:rsid w:val="00724E93"/>
    <w:rsid w:val="00752C0A"/>
    <w:rsid w:val="007570DF"/>
    <w:rsid w:val="007906A2"/>
    <w:rsid w:val="00797D25"/>
    <w:rsid w:val="007B3AD1"/>
    <w:rsid w:val="007B7597"/>
    <w:rsid w:val="007C3859"/>
    <w:rsid w:val="007C5B24"/>
    <w:rsid w:val="007D6256"/>
    <w:rsid w:val="007E452D"/>
    <w:rsid w:val="007E65A8"/>
    <w:rsid w:val="007F2A9E"/>
    <w:rsid w:val="007F2F6D"/>
    <w:rsid w:val="007F65AE"/>
    <w:rsid w:val="008130F8"/>
    <w:rsid w:val="00825385"/>
    <w:rsid w:val="00827902"/>
    <w:rsid w:val="0083087D"/>
    <w:rsid w:val="008315BB"/>
    <w:rsid w:val="00833C21"/>
    <w:rsid w:val="008424D6"/>
    <w:rsid w:val="008434FE"/>
    <w:rsid w:val="00845296"/>
    <w:rsid w:val="0085506B"/>
    <w:rsid w:val="00870C1A"/>
    <w:rsid w:val="00873DB4"/>
    <w:rsid w:val="00880C3F"/>
    <w:rsid w:val="00881BF7"/>
    <w:rsid w:val="0088631F"/>
    <w:rsid w:val="00892CC6"/>
    <w:rsid w:val="008A1D2D"/>
    <w:rsid w:val="008C4C50"/>
    <w:rsid w:val="008D49D6"/>
    <w:rsid w:val="00912AE7"/>
    <w:rsid w:val="00926F8A"/>
    <w:rsid w:val="0093400D"/>
    <w:rsid w:val="00952D83"/>
    <w:rsid w:val="00957916"/>
    <w:rsid w:val="0096170A"/>
    <w:rsid w:val="00966B41"/>
    <w:rsid w:val="0096704B"/>
    <w:rsid w:val="009672B6"/>
    <w:rsid w:val="00971B13"/>
    <w:rsid w:val="0097648B"/>
    <w:rsid w:val="00980E3C"/>
    <w:rsid w:val="009913E6"/>
    <w:rsid w:val="00995819"/>
    <w:rsid w:val="0099754F"/>
    <w:rsid w:val="009A1184"/>
    <w:rsid w:val="009A1A07"/>
    <w:rsid w:val="009B7921"/>
    <w:rsid w:val="009E05D6"/>
    <w:rsid w:val="00A04328"/>
    <w:rsid w:val="00A10BE9"/>
    <w:rsid w:val="00A16C6C"/>
    <w:rsid w:val="00A4418C"/>
    <w:rsid w:val="00A81C52"/>
    <w:rsid w:val="00A844F0"/>
    <w:rsid w:val="00A85B06"/>
    <w:rsid w:val="00A9327B"/>
    <w:rsid w:val="00AA19AA"/>
    <w:rsid w:val="00AA2E95"/>
    <w:rsid w:val="00AA7039"/>
    <w:rsid w:val="00AB7CD4"/>
    <w:rsid w:val="00AC22DA"/>
    <w:rsid w:val="00AC6C28"/>
    <w:rsid w:val="00AD02C0"/>
    <w:rsid w:val="00AD622A"/>
    <w:rsid w:val="00AE3AF5"/>
    <w:rsid w:val="00AF146D"/>
    <w:rsid w:val="00AF37D5"/>
    <w:rsid w:val="00B04021"/>
    <w:rsid w:val="00B173B7"/>
    <w:rsid w:val="00B1759E"/>
    <w:rsid w:val="00B2660B"/>
    <w:rsid w:val="00B31EB9"/>
    <w:rsid w:val="00B700E6"/>
    <w:rsid w:val="00B80D85"/>
    <w:rsid w:val="00B90E09"/>
    <w:rsid w:val="00B92F2D"/>
    <w:rsid w:val="00B9547D"/>
    <w:rsid w:val="00BA7DDF"/>
    <w:rsid w:val="00BB455B"/>
    <w:rsid w:val="00BC25E6"/>
    <w:rsid w:val="00BC6A90"/>
    <w:rsid w:val="00BF07AB"/>
    <w:rsid w:val="00C05D34"/>
    <w:rsid w:val="00C12E28"/>
    <w:rsid w:val="00C21CCB"/>
    <w:rsid w:val="00C23E4E"/>
    <w:rsid w:val="00C278FD"/>
    <w:rsid w:val="00C27977"/>
    <w:rsid w:val="00C40579"/>
    <w:rsid w:val="00C43FE0"/>
    <w:rsid w:val="00C51D72"/>
    <w:rsid w:val="00C52214"/>
    <w:rsid w:val="00C53674"/>
    <w:rsid w:val="00C576E5"/>
    <w:rsid w:val="00C73971"/>
    <w:rsid w:val="00C74F8F"/>
    <w:rsid w:val="00C90803"/>
    <w:rsid w:val="00C928A7"/>
    <w:rsid w:val="00C92A51"/>
    <w:rsid w:val="00CA5239"/>
    <w:rsid w:val="00CB23A6"/>
    <w:rsid w:val="00CB479D"/>
    <w:rsid w:val="00CE109D"/>
    <w:rsid w:val="00CE2219"/>
    <w:rsid w:val="00D026C7"/>
    <w:rsid w:val="00D05C0E"/>
    <w:rsid w:val="00D33DBB"/>
    <w:rsid w:val="00D46D66"/>
    <w:rsid w:val="00D67F83"/>
    <w:rsid w:val="00D805D8"/>
    <w:rsid w:val="00D91413"/>
    <w:rsid w:val="00D92850"/>
    <w:rsid w:val="00DB2DDD"/>
    <w:rsid w:val="00DD6786"/>
    <w:rsid w:val="00DE14E0"/>
    <w:rsid w:val="00DF0954"/>
    <w:rsid w:val="00DF2439"/>
    <w:rsid w:val="00E03D86"/>
    <w:rsid w:val="00E04696"/>
    <w:rsid w:val="00E0657F"/>
    <w:rsid w:val="00E10AB6"/>
    <w:rsid w:val="00E30EB7"/>
    <w:rsid w:val="00E64BAF"/>
    <w:rsid w:val="00E66A75"/>
    <w:rsid w:val="00E70926"/>
    <w:rsid w:val="00E8256B"/>
    <w:rsid w:val="00E87717"/>
    <w:rsid w:val="00E90621"/>
    <w:rsid w:val="00E915F3"/>
    <w:rsid w:val="00E97E6E"/>
    <w:rsid w:val="00EA6F47"/>
    <w:rsid w:val="00EA7900"/>
    <w:rsid w:val="00EB1B8A"/>
    <w:rsid w:val="00EE343A"/>
    <w:rsid w:val="00EF3CC5"/>
    <w:rsid w:val="00EF504C"/>
    <w:rsid w:val="00F17625"/>
    <w:rsid w:val="00F2108F"/>
    <w:rsid w:val="00F4518D"/>
    <w:rsid w:val="00F50EA2"/>
    <w:rsid w:val="00F53575"/>
    <w:rsid w:val="00F63DA0"/>
    <w:rsid w:val="00F81AFD"/>
    <w:rsid w:val="00F919AA"/>
    <w:rsid w:val="00FB30A3"/>
    <w:rsid w:val="00FB77E6"/>
    <w:rsid w:val="00FC0CEA"/>
    <w:rsid w:val="00FD1AF5"/>
    <w:rsid w:val="00FD61A2"/>
    <w:rsid w:val="00FE2A24"/>
    <w:rsid w:val="00FE2A56"/>
    <w:rsid w:val="00FF1A70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008BA"/>
  <w15:docId w15:val="{2295ED23-C7DC-4817-8476-EC96EDDB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4F38C0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7F2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8FE55-7556-4F2E-A347-2257C929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48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27</cp:revision>
  <cp:lastPrinted>2025-10-14T01:23:00Z</cp:lastPrinted>
  <dcterms:created xsi:type="dcterms:W3CDTF">2022-03-03T07:54:00Z</dcterms:created>
  <dcterms:modified xsi:type="dcterms:W3CDTF">2025-10-16T06:57:00Z</dcterms:modified>
</cp:coreProperties>
</file>